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A848BE">
        <w:rPr>
          <w:rFonts w:ascii="Arial Narrow" w:hAnsi="Arial Narrow"/>
          <w:sz w:val="18"/>
          <w:lang w:val="de-DE"/>
        </w:rPr>
        <w:fldChar w:fldCharType="begin"/>
      </w:r>
      <w:r w:rsidRPr="00A848BE">
        <w:rPr>
          <w:rFonts w:ascii="Arial Narrow" w:hAnsi="Arial Narrow"/>
          <w:sz w:val="18"/>
          <w:lang w:val="de-DE"/>
        </w:rPr>
        <w:instrText>ADVANCE \Y 77.95</w:instrText>
      </w:r>
      <w:r w:rsidRPr="00A848BE">
        <w:rPr>
          <w:rFonts w:ascii="Arial Narrow" w:hAnsi="Arial Narrow"/>
          <w:sz w:val="18"/>
          <w:lang w:val="de-DE"/>
        </w:rPr>
        <w:fldChar w:fldCharType="end"/>
      </w:r>
      <w:r w:rsidR="006204D1" w:rsidRPr="00A848BE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Arial Narrow" w:hAnsi="Arial Narrow"/>
          <w:b/>
          <w:sz w:val="22"/>
          <w:lang w:val="it-IT"/>
        </w:rPr>
      </w:pPr>
      <w:proofErr w:type="spellStart"/>
      <w:r w:rsidRPr="00A848BE">
        <w:rPr>
          <w:rFonts w:ascii="Arial Narrow" w:hAnsi="Arial Narrow"/>
          <w:b/>
          <w:sz w:val="45"/>
          <w:lang w:val="it-IT"/>
        </w:rPr>
        <w:t>Protokoll</w:t>
      </w:r>
      <w:proofErr w:type="spellEnd"/>
    </w:p>
    <w:p w:rsidR="000C1EB8" w:rsidRPr="00A848BE" w:rsidRDefault="0026750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08341D">
        <w:rPr>
          <w:rFonts w:ascii="Arial Narrow" w:hAnsi="Arial Narrow"/>
          <w:sz w:val="22"/>
          <w:lang w:val="de-DE"/>
        </w:rPr>
        <w:t>1</w:t>
      </w:r>
      <w:r w:rsidR="006204D1" w:rsidRPr="00A848BE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A94EB0" w:rsidRPr="00A848BE">
        <w:rPr>
          <w:rFonts w:ascii="Arial Narrow" w:hAnsi="Arial Narrow"/>
          <w:sz w:val="22"/>
          <w:lang w:val="de-DE"/>
        </w:rPr>
        <w:t>So</w:t>
      </w:r>
      <w:r w:rsidR="00531E9F" w:rsidRPr="00A848BE">
        <w:rPr>
          <w:rFonts w:ascii="Arial Narrow" w:hAnsi="Arial Narrow"/>
          <w:sz w:val="22"/>
          <w:lang w:val="de-DE"/>
        </w:rPr>
        <w:t>Se</w:t>
      </w:r>
      <w:proofErr w:type="spellEnd"/>
      <w:r w:rsidR="00531E9F" w:rsidRPr="00A848BE">
        <w:rPr>
          <w:rFonts w:ascii="Arial Narrow" w:hAnsi="Arial Narrow"/>
          <w:sz w:val="22"/>
          <w:lang w:val="de-DE"/>
        </w:rPr>
        <w:t xml:space="preserve"> </w:t>
      </w:r>
      <w:r w:rsidR="00E14709" w:rsidRPr="00A848BE">
        <w:rPr>
          <w:rFonts w:ascii="Arial Narrow" w:hAnsi="Arial Narrow"/>
          <w:sz w:val="22"/>
          <w:lang w:val="de-DE"/>
        </w:rPr>
        <w:t>17</w:t>
      </w: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A848B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Gremium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  <w:t>AStA</w:t>
      </w: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Termin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A94EB0" w:rsidRPr="00A848BE">
        <w:rPr>
          <w:rFonts w:ascii="Arial Narrow" w:hAnsi="Arial Narrow"/>
          <w:sz w:val="22"/>
          <w:lang w:val="de-DE"/>
        </w:rPr>
        <w:t>Mittwoch</w:t>
      </w:r>
      <w:r w:rsidRPr="00A848BE">
        <w:rPr>
          <w:rFonts w:ascii="Arial Narrow" w:hAnsi="Arial Narrow"/>
          <w:sz w:val="22"/>
          <w:lang w:val="de-DE"/>
        </w:rPr>
        <w:t xml:space="preserve">, </w:t>
      </w:r>
      <w:r w:rsidR="008D2BDB" w:rsidRPr="00A848BE">
        <w:rPr>
          <w:rFonts w:ascii="Arial Narrow" w:hAnsi="Arial Narrow"/>
          <w:sz w:val="22"/>
          <w:lang w:val="de-DE"/>
        </w:rPr>
        <w:fldChar w:fldCharType="begin"/>
      </w:r>
      <w:r w:rsidR="008D2BDB" w:rsidRPr="00A848BE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 w:rsidRPr="00A848BE">
        <w:rPr>
          <w:rFonts w:ascii="Arial Narrow" w:hAnsi="Arial Narrow"/>
          <w:sz w:val="22"/>
          <w:lang w:val="de-DE"/>
        </w:rPr>
        <w:fldChar w:fldCharType="separate"/>
      </w:r>
      <w:r w:rsidR="003057B9">
        <w:rPr>
          <w:rFonts w:ascii="Arial Narrow" w:hAnsi="Arial Narrow"/>
          <w:noProof/>
          <w:sz w:val="22"/>
          <w:lang w:val="de-DE"/>
        </w:rPr>
        <w:t>14.06.2017</w:t>
      </w:r>
      <w:r w:rsidR="008D2BDB" w:rsidRPr="00A848BE">
        <w:rPr>
          <w:rFonts w:ascii="Arial Narrow" w:hAnsi="Arial Narrow"/>
          <w:sz w:val="22"/>
          <w:lang w:val="de-DE"/>
        </w:rPr>
        <w:fldChar w:fldCharType="end"/>
      </w: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Zeit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380CCC" w:rsidRPr="00A848BE">
        <w:rPr>
          <w:rFonts w:ascii="Arial Narrow" w:hAnsi="Arial Narrow"/>
          <w:sz w:val="22"/>
          <w:lang w:val="de-DE"/>
        </w:rPr>
        <w:t>13:00 Uhr</w:t>
      </w:r>
    </w:p>
    <w:p w:rsidR="000C1EB8" w:rsidRPr="00A848B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Ort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  <w:t>AStA Büro</w:t>
      </w:r>
    </w:p>
    <w:p w:rsidR="00622B3E" w:rsidRPr="00A848BE" w:rsidRDefault="00622B3E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Mitglieder gewählt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Pr="00A848BE">
        <w:rPr>
          <w:rFonts w:ascii="Arial Narrow" w:hAnsi="Arial Narrow"/>
          <w:sz w:val="22"/>
          <w:lang w:val="de-DE"/>
        </w:rPr>
        <w:t>Lukas Scheuerle, Matthias Müller</w:t>
      </w:r>
    </w:p>
    <w:p w:rsidR="00945F7B" w:rsidRPr="00A848BE" w:rsidRDefault="00622B3E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Mitglieder Referenten</w:t>
      </w:r>
      <w:r w:rsidR="00945F7B" w:rsidRPr="00A848BE">
        <w:rPr>
          <w:rFonts w:ascii="Arial Narrow" w:hAnsi="Arial Narrow"/>
          <w:b/>
          <w:sz w:val="22"/>
          <w:lang w:val="de-DE"/>
        </w:rPr>
        <w:tab/>
        <w:t>:</w:t>
      </w:r>
      <w:r w:rsidR="00945F7B" w:rsidRPr="00A848BE">
        <w:rPr>
          <w:rFonts w:ascii="Arial Narrow" w:hAnsi="Arial Narrow"/>
          <w:sz w:val="22"/>
          <w:lang w:val="de-DE"/>
        </w:rPr>
        <w:tab/>
      </w:r>
      <w:r w:rsidR="00104947" w:rsidRPr="00A848BE">
        <w:rPr>
          <w:rFonts w:ascii="Arial Narrow" w:hAnsi="Arial Narrow"/>
          <w:sz w:val="22"/>
          <w:lang w:val="de-DE"/>
        </w:rPr>
        <w:t>Lukas Scheuerle, Matthias Müller</w:t>
      </w:r>
      <w:r w:rsidR="00B711F4">
        <w:rPr>
          <w:rFonts w:ascii="Arial Narrow" w:hAnsi="Arial Narrow"/>
          <w:sz w:val="22"/>
          <w:lang w:val="de-DE"/>
        </w:rPr>
        <w:t xml:space="preserve">, Philipp </w:t>
      </w:r>
      <w:proofErr w:type="spellStart"/>
      <w:r w:rsidR="00B711F4">
        <w:rPr>
          <w:rFonts w:ascii="Arial Narrow" w:hAnsi="Arial Narrow"/>
          <w:sz w:val="22"/>
          <w:lang w:val="de-DE"/>
        </w:rPr>
        <w:t>Fleig</w:t>
      </w:r>
      <w:proofErr w:type="spellEnd"/>
      <w:r w:rsidR="00305825" w:rsidRPr="00A848BE">
        <w:rPr>
          <w:rFonts w:ascii="Arial Narrow" w:hAnsi="Arial Narrow"/>
          <w:sz w:val="22"/>
          <w:lang w:val="de-DE"/>
        </w:rPr>
        <w:t xml:space="preserve">, </w:t>
      </w:r>
      <w:r w:rsidR="00E30A37" w:rsidRPr="00A848BE">
        <w:rPr>
          <w:rFonts w:ascii="Arial Narrow" w:hAnsi="Arial Narrow"/>
          <w:sz w:val="22"/>
          <w:lang w:val="de-DE"/>
        </w:rPr>
        <w:t>Daniel Sommer</w:t>
      </w:r>
      <w:r w:rsidR="00B711F4">
        <w:rPr>
          <w:rFonts w:ascii="Arial Narrow" w:hAnsi="Arial Narrow"/>
          <w:sz w:val="22"/>
          <w:lang w:val="de-DE"/>
        </w:rPr>
        <w:t>, Vincent Wetzel, Felix Zeller</w:t>
      </w:r>
      <w:r w:rsidR="00241EC8">
        <w:rPr>
          <w:rFonts w:ascii="Arial Narrow" w:hAnsi="Arial Narrow"/>
          <w:sz w:val="22"/>
          <w:lang w:val="de-DE"/>
        </w:rPr>
        <w:t>, Luisa Geiger</w:t>
      </w:r>
      <w:r w:rsidR="00AF4BCE">
        <w:rPr>
          <w:rFonts w:ascii="Arial Narrow" w:hAnsi="Arial Narrow"/>
          <w:sz w:val="22"/>
          <w:lang w:val="de-DE"/>
        </w:rPr>
        <w:t xml:space="preserve">, Tim </w:t>
      </w:r>
      <w:proofErr w:type="spellStart"/>
      <w:r w:rsidR="00AF4BCE">
        <w:rPr>
          <w:rFonts w:ascii="Arial Narrow" w:hAnsi="Arial Narrow"/>
          <w:sz w:val="22"/>
          <w:lang w:val="de-DE"/>
        </w:rPr>
        <w:t>Sasdrich</w:t>
      </w:r>
      <w:proofErr w:type="spellEnd"/>
      <w:r w:rsidR="004056D8">
        <w:rPr>
          <w:rFonts w:ascii="Arial Narrow" w:hAnsi="Arial Narrow"/>
          <w:sz w:val="22"/>
          <w:lang w:val="de-DE"/>
        </w:rPr>
        <w:t>, Marius Bacher</w:t>
      </w:r>
      <w:r w:rsidR="00C32211">
        <w:rPr>
          <w:rFonts w:ascii="Arial Narrow" w:hAnsi="Arial Narrow"/>
          <w:sz w:val="22"/>
          <w:lang w:val="de-DE"/>
        </w:rPr>
        <w:t>, Esther Walch</w:t>
      </w:r>
      <w:r w:rsidR="0011472D">
        <w:rPr>
          <w:rFonts w:ascii="Arial Narrow" w:hAnsi="Arial Narrow"/>
          <w:sz w:val="22"/>
          <w:lang w:val="de-DE"/>
        </w:rPr>
        <w:t>, Denis Müller</w:t>
      </w:r>
    </w:p>
    <w:p w:rsidR="007D4030" w:rsidRPr="00A848BE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Sonstige Anwesende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</w:p>
    <w:p w:rsidR="00945F7B" w:rsidRPr="00A848BE" w:rsidRDefault="00945F7B" w:rsidP="004269C7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 w:rsidRPr="00A848BE">
        <w:rPr>
          <w:rFonts w:ascii="Arial Narrow" w:hAnsi="Arial Narrow"/>
          <w:b/>
          <w:sz w:val="22"/>
          <w:lang w:val="de-DE"/>
        </w:rPr>
        <w:t>AnwärterInnen</w:t>
      </w:r>
      <w:proofErr w:type="spellEnd"/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82328B">
        <w:rPr>
          <w:rFonts w:ascii="Arial Narrow" w:hAnsi="Arial Narrow"/>
          <w:sz w:val="22"/>
          <w:lang w:val="de-DE"/>
        </w:rPr>
        <w:t>Melisa Yalcin</w:t>
      </w:r>
      <w:r w:rsidR="00EB2EF7">
        <w:rPr>
          <w:rFonts w:ascii="Arial Narrow" w:hAnsi="Arial Narrow"/>
          <w:sz w:val="22"/>
          <w:lang w:val="de-DE"/>
        </w:rPr>
        <w:t xml:space="preserve">, Denise </w:t>
      </w:r>
      <w:proofErr w:type="spellStart"/>
      <w:r w:rsidR="00EB2EF7">
        <w:rPr>
          <w:rFonts w:ascii="Arial Narrow" w:hAnsi="Arial Narrow"/>
          <w:sz w:val="22"/>
          <w:lang w:val="de-DE"/>
        </w:rPr>
        <w:t>Alka</w:t>
      </w:r>
      <w:proofErr w:type="spellEnd"/>
      <w:r w:rsidR="00704960">
        <w:rPr>
          <w:rFonts w:ascii="Arial Narrow" w:hAnsi="Arial Narrow"/>
          <w:sz w:val="22"/>
          <w:lang w:val="de-DE"/>
        </w:rPr>
        <w:t xml:space="preserve">, </w:t>
      </w:r>
      <w:proofErr w:type="spellStart"/>
      <w:r w:rsidR="00704960">
        <w:rPr>
          <w:rFonts w:ascii="Arial Narrow" w:hAnsi="Arial Narrow"/>
          <w:sz w:val="22"/>
          <w:lang w:val="de-DE"/>
        </w:rPr>
        <w:t>Bilel</w:t>
      </w:r>
      <w:proofErr w:type="spellEnd"/>
      <w:r w:rsidR="00704960">
        <w:rPr>
          <w:rFonts w:ascii="Arial Narrow" w:hAnsi="Arial Narrow"/>
          <w:sz w:val="22"/>
          <w:lang w:val="de-DE"/>
        </w:rPr>
        <w:t xml:space="preserve"> Spannnagel</w:t>
      </w:r>
      <w:r w:rsidR="00282CC1">
        <w:rPr>
          <w:rFonts w:ascii="Arial Narrow" w:hAnsi="Arial Narrow"/>
          <w:sz w:val="22"/>
          <w:lang w:val="de-DE"/>
        </w:rPr>
        <w:t>, Stefan Lederer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Schriftführer/in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E237E7" w:rsidRPr="00A848BE">
        <w:rPr>
          <w:rFonts w:ascii="Arial Narrow" w:hAnsi="Arial Narrow"/>
          <w:sz w:val="22"/>
          <w:lang w:val="de-DE"/>
        </w:rPr>
        <w:t>Matthias Müller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Vorsitz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531E9F" w:rsidRPr="00A848BE">
        <w:rPr>
          <w:rFonts w:ascii="Arial Narrow" w:hAnsi="Arial Narrow"/>
          <w:sz w:val="22"/>
          <w:lang w:val="de-DE"/>
        </w:rPr>
        <w:t xml:space="preserve">Lukas </w:t>
      </w:r>
      <w:r w:rsidR="00622B3E" w:rsidRPr="00A848BE">
        <w:rPr>
          <w:rFonts w:ascii="Arial Narrow" w:hAnsi="Arial Narrow"/>
          <w:sz w:val="22"/>
          <w:lang w:val="de-DE"/>
        </w:rPr>
        <w:t>Scheuerle</w:t>
      </w:r>
    </w:p>
    <w:p w:rsidR="00945F7B" w:rsidRPr="00A848BE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A848B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A848BE">
        <w:rPr>
          <w:rFonts w:ascii="Arial Narrow" w:hAnsi="Arial Narrow"/>
          <w:b/>
          <w:sz w:val="22"/>
          <w:lang w:val="de-DE"/>
        </w:rPr>
        <w:t>. Mitglieder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="0011472D">
        <w:rPr>
          <w:rFonts w:ascii="Arial Narrow" w:hAnsi="Arial Narrow"/>
          <w:sz w:val="22"/>
          <w:lang w:val="de-DE"/>
        </w:rPr>
        <w:t>11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Sachverständige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="009C2A1A" w:rsidRPr="00A848BE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9C2A1A" w:rsidRPr="00A848BE">
        <w:rPr>
          <w:rFonts w:ascii="Arial Narrow" w:hAnsi="Arial Narrow"/>
          <w:sz w:val="22"/>
          <w:lang w:val="de-DE"/>
        </w:rPr>
        <w:t>Fien</w:t>
      </w:r>
      <w:proofErr w:type="spellEnd"/>
    </w:p>
    <w:p w:rsidR="005627C0" w:rsidRPr="00A848B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Abw. Mitglieder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</w:p>
    <w:p w:rsidR="004C7C84" w:rsidRPr="00A848B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A848BE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A848BE">
        <w:rPr>
          <w:rFonts w:ascii="Arial Narrow" w:hAnsi="Arial Narrow"/>
          <w:b/>
          <w:sz w:val="26"/>
          <w:lang w:val="de-DE"/>
        </w:rPr>
        <w:t>Tagesordnung:</w:t>
      </w:r>
    </w:p>
    <w:p w:rsidR="00547FD9" w:rsidRPr="00A848BE" w:rsidRDefault="00547FD9" w:rsidP="001F2A4B">
      <w:pPr>
        <w:ind w:left="720"/>
        <w:textAlignment w:val="auto"/>
        <w:rPr>
          <w:rFonts w:ascii="Arial Narrow" w:hAnsi="Arial Narrow"/>
        </w:rPr>
      </w:pPr>
    </w:p>
    <w:p w:rsidR="00705CE3" w:rsidRPr="00A848BE" w:rsidRDefault="00063A41" w:rsidP="00C25983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 w:rsidRPr="00A848BE">
        <w:rPr>
          <w:rFonts w:ascii="Arial Narrow" w:hAnsi="Arial Narrow"/>
        </w:rPr>
        <w:t>Check Protokoll:</w:t>
      </w:r>
    </w:p>
    <w:p w:rsidR="00C15178" w:rsidRDefault="0074412F" w:rsidP="00C15178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Erinnerung: Studierbar braucht noch Helfer</w:t>
      </w:r>
    </w:p>
    <w:p w:rsidR="00251450" w:rsidRDefault="00251450" w:rsidP="00C15178">
      <w:pPr>
        <w:pStyle w:val="Listenabsatz"/>
        <w:rPr>
          <w:rFonts w:ascii="Arial Narrow" w:hAnsi="Arial Narrow"/>
        </w:rPr>
      </w:pPr>
    </w:p>
    <w:p w:rsidR="00251450" w:rsidRDefault="00251450" w:rsidP="00C15178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Tischtennisplatte wurde repariert</w:t>
      </w:r>
    </w:p>
    <w:p w:rsidR="002574D6" w:rsidRDefault="002574D6" w:rsidP="00C15178">
      <w:pPr>
        <w:pStyle w:val="Listenabsatz"/>
        <w:rPr>
          <w:rFonts w:ascii="Arial Narrow" w:hAnsi="Arial Narrow"/>
        </w:rPr>
      </w:pPr>
    </w:p>
    <w:p w:rsidR="002574D6" w:rsidRDefault="002574D6" w:rsidP="00C15178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Photoshop ist da, kann in den Semesterferien installiert werden</w:t>
      </w:r>
    </w:p>
    <w:p w:rsidR="00282CC1" w:rsidRDefault="00282CC1" w:rsidP="00C15178">
      <w:pPr>
        <w:pStyle w:val="Listenabsatz"/>
        <w:rPr>
          <w:rFonts w:ascii="Arial Narrow" w:hAnsi="Arial Narrow"/>
        </w:rPr>
      </w:pPr>
    </w:p>
    <w:p w:rsidR="007A5D5D" w:rsidRDefault="007A5D5D" w:rsidP="007A5D5D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Pfandmarken</w:t>
      </w:r>
    </w:p>
    <w:p w:rsidR="007A5D5D" w:rsidRDefault="00332B0E" w:rsidP="007A5D5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Grüne Pfandmarken werden nur für 2€ pro Stück verliehen</w:t>
      </w:r>
    </w:p>
    <w:p w:rsidR="00AD0228" w:rsidRPr="007A5D5D" w:rsidRDefault="00AD0228" w:rsidP="007A5D5D">
      <w:pPr>
        <w:pStyle w:val="Listenabsatz"/>
        <w:rPr>
          <w:rFonts w:ascii="Arial Narrow" w:hAnsi="Arial Narrow"/>
        </w:rPr>
      </w:pPr>
    </w:p>
    <w:p w:rsidR="007A5D5D" w:rsidRDefault="007A5D5D" w:rsidP="007A5D5D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Verleih-Sachen</w:t>
      </w:r>
      <w:r w:rsidR="006000AE">
        <w:rPr>
          <w:rFonts w:ascii="Arial Narrow" w:hAnsi="Arial Narrow"/>
        </w:rPr>
        <w:t xml:space="preserve"> beschriftet</w:t>
      </w:r>
    </w:p>
    <w:p w:rsidR="00A36C1B" w:rsidRDefault="00DF0E0C" w:rsidP="00A36C1B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Fremder Tischtennisschläger wurde fälschlicherweise zurückgegeben</w:t>
      </w:r>
    </w:p>
    <w:p w:rsidR="007A5D5D" w:rsidRDefault="00DF0E0C" w:rsidP="007A5D5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Wenn Sachen beschriftet werden, kann erkannt werden, ob es unseres ist</w:t>
      </w:r>
    </w:p>
    <w:p w:rsidR="00DF0E0C" w:rsidRDefault="005B60F9" w:rsidP="007A5D5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Tim kümmert </w:t>
      </w:r>
      <w:proofErr w:type="spellStart"/>
      <w:r>
        <w:rPr>
          <w:rFonts w:ascii="Arial Narrow" w:hAnsi="Arial Narrow"/>
        </w:rPr>
        <w:t>sicht</w:t>
      </w:r>
      <w:proofErr w:type="spellEnd"/>
      <w:r>
        <w:rPr>
          <w:rFonts w:ascii="Arial Narrow" w:hAnsi="Arial Narrow"/>
        </w:rPr>
        <w:t xml:space="preserve"> darum</w:t>
      </w:r>
    </w:p>
    <w:p w:rsidR="005B60F9" w:rsidRPr="007A5D5D" w:rsidRDefault="005B60F9" w:rsidP="007A5D5D">
      <w:pPr>
        <w:pStyle w:val="Listenabsatz"/>
        <w:rPr>
          <w:rFonts w:ascii="Arial Narrow" w:hAnsi="Arial Narrow"/>
        </w:rPr>
      </w:pPr>
    </w:p>
    <w:p w:rsidR="007A5D5D" w:rsidRDefault="007A5D5D" w:rsidP="007A5D5D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Dosierer</w:t>
      </w:r>
      <w:proofErr w:type="spellEnd"/>
      <w:r>
        <w:rPr>
          <w:rFonts w:ascii="Arial Narrow" w:hAnsi="Arial Narrow"/>
        </w:rPr>
        <w:t>/Portionierer</w:t>
      </w:r>
    </w:p>
    <w:p w:rsidR="007A5D5D" w:rsidRDefault="003C553A" w:rsidP="007A5D5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Ausschenker für Flaschen, 2cl</w:t>
      </w:r>
    </w:p>
    <w:p w:rsidR="003C553A" w:rsidRDefault="003C553A" w:rsidP="007A5D5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Bei der letzten Ersti-Party gab es viel Sauerei, mit Portionierern wäre das einfacher</w:t>
      </w:r>
    </w:p>
    <w:p w:rsidR="003C553A" w:rsidRDefault="00CA6C5A" w:rsidP="007A5D5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Außerdem der Vorschlag: Kunststoffeisschaufeln</w:t>
      </w:r>
    </w:p>
    <w:p w:rsidR="00C5390F" w:rsidRDefault="000A28BD" w:rsidP="007A5D5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Marius kümmert sich darum</w:t>
      </w:r>
    </w:p>
    <w:p w:rsidR="00AD6661" w:rsidRPr="007A5D5D" w:rsidRDefault="00AD6661" w:rsidP="007A5D5D">
      <w:pPr>
        <w:pStyle w:val="Listenabsatz"/>
        <w:rPr>
          <w:rFonts w:ascii="Arial Narrow" w:hAnsi="Arial Narrow"/>
        </w:rPr>
      </w:pPr>
    </w:p>
    <w:p w:rsidR="007A5D5D" w:rsidRDefault="007A5D5D" w:rsidP="007A5D5D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Tischtennisplatte</w:t>
      </w:r>
    </w:p>
    <w:p w:rsidR="007A5D5D" w:rsidRDefault="00084431" w:rsidP="007A5D5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Eine weitere </w:t>
      </w:r>
      <w:r w:rsidR="00250E3C">
        <w:rPr>
          <w:rFonts w:ascii="Arial Narrow" w:hAnsi="Arial Narrow"/>
        </w:rPr>
        <w:t>Tischtennisplatte ist kaputt</w:t>
      </w:r>
      <w:r w:rsidR="00224B58">
        <w:rPr>
          <w:rFonts w:ascii="Arial Narrow" w:hAnsi="Arial Narrow"/>
        </w:rPr>
        <w:t xml:space="preserve">, Plattenhälfte </w:t>
      </w:r>
      <w:r w:rsidR="00917F28">
        <w:rPr>
          <w:rFonts w:ascii="Arial Narrow" w:hAnsi="Arial Narrow"/>
        </w:rPr>
        <w:t>hängt nicht mehr in</w:t>
      </w:r>
      <w:r w:rsidR="00224B58">
        <w:rPr>
          <w:rFonts w:ascii="Arial Narrow" w:hAnsi="Arial Narrow"/>
        </w:rPr>
        <w:t xml:space="preserve"> der </w:t>
      </w:r>
      <w:r w:rsidR="00917F28">
        <w:rPr>
          <w:rFonts w:ascii="Arial Narrow" w:hAnsi="Arial Narrow"/>
        </w:rPr>
        <w:t>S</w:t>
      </w:r>
      <w:r w:rsidR="00224B58">
        <w:rPr>
          <w:rFonts w:ascii="Arial Narrow" w:hAnsi="Arial Narrow"/>
        </w:rPr>
        <w:t>chiene</w:t>
      </w:r>
    </w:p>
    <w:p w:rsidR="00335552" w:rsidRDefault="00335552" w:rsidP="007A5D5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Selbst reparieren, wegwerfen, Werkstatt reparieren lassen?</w:t>
      </w:r>
    </w:p>
    <w:p w:rsidR="00086608" w:rsidRDefault="008213AF" w:rsidP="007A5D5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Werkstatt beauftragen</w:t>
      </w:r>
      <w:r w:rsidR="00BE6BE8">
        <w:rPr>
          <w:rFonts w:ascii="Arial Narrow" w:hAnsi="Arial Narrow"/>
        </w:rPr>
        <w:t xml:space="preserve">, </w:t>
      </w:r>
      <w:r w:rsidR="003F4B43">
        <w:rPr>
          <w:rFonts w:ascii="Arial Narrow" w:hAnsi="Arial Narrow"/>
        </w:rPr>
        <w:t>Mirza kümmert sich darum</w:t>
      </w:r>
    </w:p>
    <w:p w:rsidR="0080057A" w:rsidRPr="007A5D5D" w:rsidRDefault="0080057A" w:rsidP="007A5D5D">
      <w:pPr>
        <w:pStyle w:val="Listenabsatz"/>
        <w:rPr>
          <w:rFonts w:ascii="Arial Narrow" w:hAnsi="Arial Narrow"/>
        </w:rPr>
      </w:pPr>
    </w:p>
    <w:p w:rsidR="007A5D5D" w:rsidRDefault="007A5D5D" w:rsidP="007A5D5D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Neue Stühle</w:t>
      </w:r>
    </w:p>
    <w:p w:rsidR="007A5D5D" w:rsidRDefault="00750A9A" w:rsidP="007A5D5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Blaue Stühle im AStA-Büro austauschen</w:t>
      </w:r>
    </w:p>
    <w:p w:rsidR="00750A9A" w:rsidRDefault="00750A9A" w:rsidP="007A5D5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Stühle wie im großen </w:t>
      </w:r>
      <w:r w:rsidR="00FA0C93">
        <w:rPr>
          <w:rFonts w:ascii="Arial Narrow" w:hAnsi="Arial Narrow"/>
        </w:rPr>
        <w:t>Konferenzzimmer</w:t>
      </w:r>
    </w:p>
    <w:p w:rsidR="007B6D2E" w:rsidRDefault="00B765BB" w:rsidP="007A5D5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Zuspruch, Lukas würde einen Beispielstuhl beschaffen, dann wird entschieden</w:t>
      </w:r>
    </w:p>
    <w:p w:rsidR="00E84F32" w:rsidRPr="007A5D5D" w:rsidRDefault="00E84F32" w:rsidP="007A5D5D">
      <w:pPr>
        <w:pStyle w:val="Listenabsatz"/>
        <w:rPr>
          <w:rFonts w:ascii="Arial Narrow" w:hAnsi="Arial Narrow"/>
        </w:rPr>
      </w:pPr>
    </w:p>
    <w:p w:rsidR="007A5D5D" w:rsidRDefault="00B55C7A" w:rsidP="007A5D5D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Demo</w:t>
      </w:r>
    </w:p>
    <w:p w:rsidR="007A5D5D" w:rsidRDefault="00F36FB8" w:rsidP="007A5D5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Heute Nachmittag</w:t>
      </w:r>
      <w:r w:rsidR="00402301">
        <w:rPr>
          <w:rFonts w:ascii="Arial Narrow" w:hAnsi="Arial Narrow"/>
        </w:rPr>
        <w:t xml:space="preserve"> ab 16:30</w:t>
      </w:r>
    </w:p>
    <w:p w:rsidR="00402301" w:rsidRDefault="00402301" w:rsidP="007A5D5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Ordner treffen sich ab 16:00</w:t>
      </w:r>
    </w:p>
    <w:p w:rsidR="00C57EE3" w:rsidRPr="007A5D5D" w:rsidRDefault="00C57EE3" w:rsidP="007A5D5D">
      <w:pPr>
        <w:pStyle w:val="Listenabsatz"/>
        <w:rPr>
          <w:rFonts w:ascii="Arial Narrow" w:hAnsi="Arial Narrow"/>
        </w:rPr>
      </w:pPr>
    </w:p>
    <w:p w:rsidR="007A5D5D" w:rsidRDefault="007A5D5D" w:rsidP="007A5D5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Sonstiges</w:t>
      </w:r>
    </w:p>
    <w:p w:rsidR="00541CF9" w:rsidRDefault="008C4A43" w:rsidP="00541CF9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LAK</w:t>
      </w:r>
    </w:p>
    <w:p w:rsidR="00541CF9" w:rsidRDefault="00C0629E" w:rsidP="00541CF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Wer teilnehmen möchte, bitte bei Matthias melden</w:t>
      </w:r>
    </w:p>
    <w:p w:rsidR="00C0629E" w:rsidRDefault="00F63082" w:rsidP="00541CF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Mirza kocht</w:t>
      </w:r>
    </w:p>
    <w:p w:rsidR="00541CF9" w:rsidRDefault="00541CF9" w:rsidP="00541CF9">
      <w:pPr>
        <w:pStyle w:val="Listenabsatz"/>
        <w:rPr>
          <w:rFonts w:ascii="Arial Narrow" w:hAnsi="Arial Narrow"/>
        </w:rPr>
      </w:pPr>
    </w:p>
    <w:p w:rsidR="00541CF9" w:rsidRDefault="00A50C2B" w:rsidP="000E1535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Plakate Mobilitätskongress</w:t>
      </w:r>
    </w:p>
    <w:p w:rsidR="00A50C2B" w:rsidRDefault="00A50C2B" w:rsidP="00A50C2B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Sollen im C-Bau im Schaukasten </w:t>
      </w:r>
      <w:proofErr w:type="spellStart"/>
      <w:r>
        <w:rPr>
          <w:rFonts w:ascii="Arial Narrow" w:hAnsi="Arial Narrow"/>
        </w:rPr>
        <w:t>aufgehangen</w:t>
      </w:r>
      <w:proofErr w:type="spellEnd"/>
      <w:r>
        <w:rPr>
          <w:rFonts w:ascii="Arial Narrow" w:hAnsi="Arial Narrow"/>
        </w:rPr>
        <w:t xml:space="preserve"> werden</w:t>
      </w:r>
    </w:p>
    <w:p w:rsidR="00541CF9" w:rsidRDefault="00541CF9" w:rsidP="00541CF9">
      <w:pPr>
        <w:pStyle w:val="Listenabsatz"/>
        <w:rPr>
          <w:rFonts w:ascii="Arial Narrow" w:hAnsi="Arial Narrow"/>
        </w:rPr>
      </w:pPr>
    </w:p>
    <w:p w:rsidR="00E973CC" w:rsidRDefault="001D7423" w:rsidP="007B4DB1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Kühlschrank</w:t>
      </w:r>
    </w:p>
    <w:p w:rsidR="001D7423" w:rsidRDefault="001D7423" w:rsidP="001D7423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Einer der </w:t>
      </w:r>
      <w:r w:rsidR="004E7F00">
        <w:rPr>
          <w:rFonts w:ascii="Arial Narrow" w:hAnsi="Arial Narrow"/>
        </w:rPr>
        <w:t xml:space="preserve">neuen </w:t>
      </w:r>
      <w:r>
        <w:rPr>
          <w:rFonts w:ascii="Arial Narrow" w:hAnsi="Arial Narrow"/>
        </w:rPr>
        <w:t xml:space="preserve">Kühlschränke </w:t>
      </w:r>
      <w:r w:rsidR="00C51549">
        <w:rPr>
          <w:rFonts w:ascii="Arial Narrow" w:hAnsi="Arial Narrow"/>
        </w:rPr>
        <w:t>zeigt die Temperatur nicht mehr richtig an</w:t>
      </w:r>
    </w:p>
    <w:p w:rsidR="00E973CC" w:rsidRDefault="00C30604" w:rsidP="00541CF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In der Bedienungsanleitung überprüfen, ob es eventuelle Fehler </w:t>
      </w:r>
      <w:proofErr w:type="spellStart"/>
      <w:r>
        <w:rPr>
          <w:rFonts w:ascii="Arial Narrow" w:hAnsi="Arial Narrow"/>
        </w:rPr>
        <w:t>etc</w:t>
      </w:r>
      <w:proofErr w:type="spellEnd"/>
      <w:r>
        <w:rPr>
          <w:rFonts w:ascii="Arial Narrow" w:hAnsi="Arial Narrow"/>
        </w:rPr>
        <w:t xml:space="preserve"> gibt</w:t>
      </w:r>
    </w:p>
    <w:p w:rsidR="00A850A1" w:rsidRDefault="00A850A1" w:rsidP="00541CF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Daniel guckt es sich an</w:t>
      </w:r>
    </w:p>
    <w:p w:rsidR="00542037" w:rsidRDefault="00542037" w:rsidP="00541CF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Irgendwas basteln, um die Kühlschränke im Keller offen zu halten</w:t>
      </w:r>
    </w:p>
    <w:p w:rsidR="007A527D" w:rsidRDefault="007A527D" w:rsidP="00541CF9">
      <w:pPr>
        <w:pStyle w:val="Listenabsatz"/>
        <w:rPr>
          <w:rFonts w:ascii="Arial Narrow" w:hAnsi="Arial Narrow"/>
        </w:rPr>
      </w:pPr>
    </w:p>
    <w:p w:rsidR="00542037" w:rsidRDefault="00542037" w:rsidP="00541CF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Alte Kühlschränke </w:t>
      </w:r>
      <w:r w:rsidR="00C04DF1">
        <w:rPr>
          <w:rFonts w:ascii="Arial Narrow" w:hAnsi="Arial Narrow"/>
        </w:rPr>
        <w:t xml:space="preserve">im Keller </w:t>
      </w:r>
      <w:r>
        <w:rPr>
          <w:rFonts w:ascii="Arial Narrow" w:hAnsi="Arial Narrow"/>
        </w:rPr>
        <w:t>wegwerfen</w:t>
      </w:r>
      <w:r w:rsidR="00232E7D">
        <w:rPr>
          <w:rFonts w:ascii="Arial Narrow" w:hAnsi="Arial Narrow"/>
        </w:rPr>
        <w:t>, sind versifft und teilweise nicht mehr funktionsfähig</w:t>
      </w:r>
    </w:p>
    <w:p w:rsidR="006F4485" w:rsidRPr="00E30BFF" w:rsidRDefault="007A527D" w:rsidP="00E30BF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Bei den Hausmeistern um Hilfe fragen</w:t>
      </w:r>
    </w:p>
    <w:sectPr w:rsidR="006F4485" w:rsidRPr="00E30BFF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3DA" w:rsidRDefault="00C653DA">
      <w:pPr>
        <w:spacing w:line="20" w:lineRule="exact"/>
      </w:pPr>
    </w:p>
  </w:endnote>
  <w:endnote w:type="continuationSeparator" w:id="0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653DA" w:rsidRDefault="00C65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A94EB0">
      <w:rPr>
        <w:rFonts w:ascii="Arial Narrow" w:hAnsi="Arial Narrow"/>
        <w:sz w:val="20"/>
        <w:lang w:val="de-DE"/>
      </w:rPr>
      <w:t>So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E14709">
      <w:rPr>
        <w:rFonts w:ascii="Arial Narrow" w:hAnsi="Arial Narrow"/>
        <w:sz w:val="20"/>
        <w:lang w:val="de-DE"/>
      </w:rPr>
      <w:t>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32B43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0FB"/>
    <w:multiLevelType w:val="hybridMultilevel"/>
    <w:tmpl w:val="4E5451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36C84B4B"/>
    <w:multiLevelType w:val="hybridMultilevel"/>
    <w:tmpl w:val="67BAA3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6" w15:restartNumberingAfterBreak="0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7"/>
  </w:num>
  <w:num w:numId="5">
    <w:abstractNumId w:val="10"/>
  </w:num>
  <w:num w:numId="6">
    <w:abstractNumId w:val="16"/>
  </w:num>
  <w:num w:numId="7">
    <w:abstractNumId w:val="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11"/>
  </w:num>
  <w:num w:numId="12">
    <w:abstractNumId w:val="1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4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1D68"/>
    <w:rsid w:val="00010829"/>
    <w:rsid w:val="0001275C"/>
    <w:rsid w:val="00012C14"/>
    <w:rsid w:val="00013DCD"/>
    <w:rsid w:val="00016510"/>
    <w:rsid w:val="00021392"/>
    <w:rsid w:val="00023AFA"/>
    <w:rsid w:val="000243CF"/>
    <w:rsid w:val="0002578B"/>
    <w:rsid w:val="0002600F"/>
    <w:rsid w:val="000274E5"/>
    <w:rsid w:val="00030519"/>
    <w:rsid w:val="0003734E"/>
    <w:rsid w:val="000379CE"/>
    <w:rsid w:val="000419C8"/>
    <w:rsid w:val="00042739"/>
    <w:rsid w:val="000459F9"/>
    <w:rsid w:val="00050E66"/>
    <w:rsid w:val="0005138F"/>
    <w:rsid w:val="00052A2E"/>
    <w:rsid w:val="00053B7C"/>
    <w:rsid w:val="00054F00"/>
    <w:rsid w:val="00055C2E"/>
    <w:rsid w:val="00056A7F"/>
    <w:rsid w:val="0005766C"/>
    <w:rsid w:val="00063A41"/>
    <w:rsid w:val="00063E3E"/>
    <w:rsid w:val="00065D04"/>
    <w:rsid w:val="00073A54"/>
    <w:rsid w:val="000755CE"/>
    <w:rsid w:val="000767C3"/>
    <w:rsid w:val="00077C01"/>
    <w:rsid w:val="0008341D"/>
    <w:rsid w:val="00083BFE"/>
    <w:rsid w:val="000841A4"/>
    <w:rsid w:val="00084431"/>
    <w:rsid w:val="00086608"/>
    <w:rsid w:val="00090291"/>
    <w:rsid w:val="000906BD"/>
    <w:rsid w:val="000915EE"/>
    <w:rsid w:val="00092561"/>
    <w:rsid w:val="00093DA2"/>
    <w:rsid w:val="00093E25"/>
    <w:rsid w:val="00094624"/>
    <w:rsid w:val="000973A0"/>
    <w:rsid w:val="00097D04"/>
    <w:rsid w:val="000A1B21"/>
    <w:rsid w:val="000A28BD"/>
    <w:rsid w:val="000A4FD2"/>
    <w:rsid w:val="000A5275"/>
    <w:rsid w:val="000A68F9"/>
    <w:rsid w:val="000A6A56"/>
    <w:rsid w:val="000A7673"/>
    <w:rsid w:val="000B0353"/>
    <w:rsid w:val="000B2BA1"/>
    <w:rsid w:val="000B2E2D"/>
    <w:rsid w:val="000C04C8"/>
    <w:rsid w:val="000C19DE"/>
    <w:rsid w:val="000C1EB8"/>
    <w:rsid w:val="000C2A6E"/>
    <w:rsid w:val="000C476B"/>
    <w:rsid w:val="000C510B"/>
    <w:rsid w:val="000C5E91"/>
    <w:rsid w:val="000D0653"/>
    <w:rsid w:val="000D1A98"/>
    <w:rsid w:val="000D1B06"/>
    <w:rsid w:val="000D5ED7"/>
    <w:rsid w:val="000D74D9"/>
    <w:rsid w:val="000E1535"/>
    <w:rsid w:val="000E2BDB"/>
    <w:rsid w:val="000E3661"/>
    <w:rsid w:val="000E54AF"/>
    <w:rsid w:val="000F084D"/>
    <w:rsid w:val="000F13A9"/>
    <w:rsid w:val="000F17DB"/>
    <w:rsid w:val="00100139"/>
    <w:rsid w:val="00103636"/>
    <w:rsid w:val="00103721"/>
    <w:rsid w:val="00104835"/>
    <w:rsid w:val="00104947"/>
    <w:rsid w:val="001061BC"/>
    <w:rsid w:val="001072F1"/>
    <w:rsid w:val="0011358E"/>
    <w:rsid w:val="001142BA"/>
    <w:rsid w:val="0011472D"/>
    <w:rsid w:val="0011510E"/>
    <w:rsid w:val="0011608E"/>
    <w:rsid w:val="00122C6C"/>
    <w:rsid w:val="001269B9"/>
    <w:rsid w:val="00130570"/>
    <w:rsid w:val="0013087C"/>
    <w:rsid w:val="0013603A"/>
    <w:rsid w:val="001364FA"/>
    <w:rsid w:val="00136C15"/>
    <w:rsid w:val="00137DA2"/>
    <w:rsid w:val="00142214"/>
    <w:rsid w:val="0014473D"/>
    <w:rsid w:val="00144E86"/>
    <w:rsid w:val="00145644"/>
    <w:rsid w:val="0014683D"/>
    <w:rsid w:val="00152424"/>
    <w:rsid w:val="00153D92"/>
    <w:rsid w:val="00161ED4"/>
    <w:rsid w:val="00164DE0"/>
    <w:rsid w:val="00165E6A"/>
    <w:rsid w:val="00173A72"/>
    <w:rsid w:val="00173EE8"/>
    <w:rsid w:val="00175030"/>
    <w:rsid w:val="00177E18"/>
    <w:rsid w:val="00177FB3"/>
    <w:rsid w:val="00177FB5"/>
    <w:rsid w:val="001818D3"/>
    <w:rsid w:val="001845E4"/>
    <w:rsid w:val="00184971"/>
    <w:rsid w:val="00190ED1"/>
    <w:rsid w:val="00192E7B"/>
    <w:rsid w:val="001973C6"/>
    <w:rsid w:val="001A11D8"/>
    <w:rsid w:val="001A34A4"/>
    <w:rsid w:val="001A7A0D"/>
    <w:rsid w:val="001B0592"/>
    <w:rsid w:val="001B06AC"/>
    <w:rsid w:val="001B1C24"/>
    <w:rsid w:val="001C2EEF"/>
    <w:rsid w:val="001C330D"/>
    <w:rsid w:val="001C3537"/>
    <w:rsid w:val="001C45DF"/>
    <w:rsid w:val="001C598F"/>
    <w:rsid w:val="001C669D"/>
    <w:rsid w:val="001C6780"/>
    <w:rsid w:val="001C75B0"/>
    <w:rsid w:val="001C7E80"/>
    <w:rsid w:val="001D1D41"/>
    <w:rsid w:val="001D3317"/>
    <w:rsid w:val="001D4779"/>
    <w:rsid w:val="001D47FD"/>
    <w:rsid w:val="001D7423"/>
    <w:rsid w:val="001E38E2"/>
    <w:rsid w:val="001E4141"/>
    <w:rsid w:val="001E4355"/>
    <w:rsid w:val="001E6421"/>
    <w:rsid w:val="001F29FE"/>
    <w:rsid w:val="001F2A4B"/>
    <w:rsid w:val="001F593F"/>
    <w:rsid w:val="001F5D4C"/>
    <w:rsid w:val="001F6079"/>
    <w:rsid w:val="00201EC9"/>
    <w:rsid w:val="00203683"/>
    <w:rsid w:val="00211E26"/>
    <w:rsid w:val="00216BDD"/>
    <w:rsid w:val="00217872"/>
    <w:rsid w:val="00221BB9"/>
    <w:rsid w:val="00221C47"/>
    <w:rsid w:val="00222C69"/>
    <w:rsid w:val="00224B58"/>
    <w:rsid w:val="00227A85"/>
    <w:rsid w:val="00227A9D"/>
    <w:rsid w:val="00232E7D"/>
    <w:rsid w:val="002334D4"/>
    <w:rsid w:val="0023459D"/>
    <w:rsid w:val="002370BB"/>
    <w:rsid w:val="00237124"/>
    <w:rsid w:val="002405E2"/>
    <w:rsid w:val="00241EC8"/>
    <w:rsid w:val="00245E5D"/>
    <w:rsid w:val="00246DD1"/>
    <w:rsid w:val="00250E3C"/>
    <w:rsid w:val="00251450"/>
    <w:rsid w:val="00251787"/>
    <w:rsid w:val="002551D5"/>
    <w:rsid w:val="00255976"/>
    <w:rsid w:val="002574D6"/>
    <w:rsid w:val="0026454D"/>
    <w:rsid w:val="00264A2F"/>
    <w:rsid w:val="002663F3"/>
    <w:rsid w:val="00266570"/>
    <w:rsid w:val="00267501"/>
    <w:rsid w:val="00267BD6"/>
    <w:rsid w:val="00270808"/>
    <w:rsid w:val="002732E0"/>
    <w:rsid w:val="00273332"/>
    <w:rsid w:val="00274830"/>
    <w:rsid w:val="00274D92"/>
    <w:rsid w:val="00280F70"/>
    <w:rsid w:val="00282C21"/>
    <w:rsid w:val="00282CC1"/>
    <w:rsid w:val="00283492"/>
    <w:rsid w:val="002851DB"/>
    <w:rsid w:val="00285860"/>
    <w:rsid w:val="002858C4"/>
    <w:rsid w:val="00290204"/>
    <w:rsid w:val="00290D56"/>
    <w:rsid w:val="002977E8"/>
    <w:rsid w:val="002A0AEF"/>
    <w:rsid w:val="002A108C"/>
    <w:rsid w:val="002A158B"/>
    <w:rsid w:val="002A1F00"/>
    <w:rsid w:val="002A28BA"/>
    <w:rsid w:val="002A571F"/>
    <w:rsid w:val="002A682D"/>
    <w:rsid w:val="002B0284"/>
    <w:rsid w:val="002B1A01"/>
    <w:rsid w:val="002B26B0"/>
    <w:rsid w:val="002B67B3"/>
    <w:rsid w:val="002B67D1"/>
    <w:rsid w:val="002B6A27"/>
    <w:rsid w:val="002C0B4B"/>
    <w:rsid w:val="002C42B0"/>
    <w:rsid w:val="002C6CD1"/>
    <w:rsid w:val="002D090B"/>
    <w:rsid w:val="002D721D"/>
    <w:rsid w:val="002E08A3"/>
    <w:rsid w:val="002E08AB"/>
    <w:rsid w:val="002E0E5B"/>
    <w:rsid w:val="002E1348"/>
    <w:rsid w:val="002E1C9F"/>
    <w:rsid w:val="002E5D87"/>
    <w:rsid w:val="002E630C"/>
    <w:rsid w:val="002E7327"/>
    <w:rsid w:val="002F111A"/>
    <w:rsid w:val="002F1845"/>
    <w:rsid w:val="002F4784"/>
    <w:rsid w:val="002F7D62"/>
    <w:rsid w:val="00300130"/>
    <w:rsid w:val="00303321"/>
    <w:rsid w:val="003057B9"/>
    <w:rsid w:val="00305825"/>
    <w:rsid w:val="00305AEF"/>
    <w:rsid w:val="00310DE6"/>
    <w:rsid w:val="00310FD9"/>
    <w:rsid w:val="00312F4D"/>
    <w:rsid w:val="0031477C"/>
    <w:rsid w:val="00314D77"/>
    <w:rsid w:val="00316326"/>
    <w:rsid w:val="00317311"/>
    <w:rsid w:val="00322529"/>
    <w:rsid w:val="003268B6"/>
    <w:rsid w:val="00330401"/>
    <w:rsid w:val="00331D1F"/>
    <w:rsid w:val="00331DDA"/>
    <w:rsid w:val="00332B0E"/>
    <w:rsid w:val="00333420"/>
    <w:rsid w:val="003339C0"/>
    <w:rsid w:val="00334800"/>
    <w:rsid w:val="00335552"/>
    <w:rsid w:val="00336F4F"/>
    <w:rsid w:val="00341665"/>
    <w:rsid w:val="0034237A"/>
    <w:rsid w:val="003448AB"/>
    <w:rsid w:val="003474A2"/>
    <w:rsid w:val="003529B9"/>
    <w:rsid w:val="00355186"/>
    <w:rsid w:val="00360E46"/>
    <w:rsid w:val="00362773"/>
    <w:rsid w:val="00362F06"/>
    <w:rsid w:val="0036697F"/>
    <w:rsid w:val="003674A8"/>
    <w:rsid w:val="003711F3"/>
    <w:rsid w:val="003719B5"/>
    <w:rsid w:val="003733CC"/>
    <w:rsid w:val="0037406F"/>
    <w:rsid w:val="00375956"/>
    <w:rsid w:val="003766EC"/>
    <w:rsid w:val="003775B0"/>
    <w:rsid w:val="00377967"/>
    <w:rsid w:val="003803A6"/>
    <w:rsid w:val="00380CCC"/>
    <w:rsid w:val="00380D74"/>
    <w:rsid w:val="00381EA1"/>
    <w:rsid w:val="00382127"/>
    <w:rsid w:val="00382817"/>
    <w:rsid w:val="003855E4"/>
    <w:rsid w:val="00385BFD"/>
    <w:rsid w:val="00387E1C"/>
    <w:rsid w:val="003934EB"/>
    <w:rsid w:val="00396AA7"/>
    <w:rsid w:val="00397338"/>
    <w:rsid w:val="003A2538"/>
    <w:rsid w:val="003A4531"/>
    <w:rsid w:val="003B009D"/>
    <w:rsid w:val="003B1CF8"/>
    <w:rsid w:val="003B37DC"/>
    <w:rsid w:val="003B59AF"/>
    <w:rsid w:val="003B669B"/>
    <w:rsid w:val="003B72AA"/>
    <w:rsid w:val="003C2CBE"/>
    <w:rsid w:val="003C553A"/>
    <w:rsid w:val="003D00E2"/>
    <w:rsid w:val="003D1F11"/>
    <w:rsid w:val="003D3881"/>
    <w:rsid w:val="003D4E7F"/>
    <w:rsid w:val="003D694F"/>
    <w:rsid w:val="003E00D8"/>
    <w:rsid w:val="003E0707"/>
    <w:rsid w:val="003E11B7"/>
    <w:rsid w:val="003E51EE"/>
    <w:rsid w:val="003E5D25"/>
    <w:rsid w:val="003E658F"/>
    <w:rsid w:val="003F3D23"/>
    <w:rsid w:val="003F4B43"/>
    <w:rsid w:val="00402301"/>
    <w:rsid w:val="00402DA7"/>
    <w:rsid w:val="004056D8"/>
    <w:rsid w:val="00407B64"/>
    <w:rsid w:val="004108F1"/>
    <w:rsid w:val="00412301"/>
    <w:rsid w:val="00413112"/>
    <w:rsid w:val="0042290E"/>
    <w:rsid w:val="00425EF5"/>
    <w:rsid w:val="004269C7"/>
    <w:rsid w:val="00427519"/>
    <w:rsid w:val="00430E4C"/>
    <w:rsid w:val="00434412"/>
    <w:rsid w:val="00434682"/>
    <w:rsid w:val="004359A0"/>
    <w:rsid w:val="004370EB"/>
    <w:rsid w:val="004378EC"/>
    <w:rsid w:val="00441003"/>
    <w:rsid w:val="00441B0C"/>
    <w:rsid w:val="004465DD"/>
    <w:rsid w:val="004534BB"/>
    <w:rsid w:val="0045558B"/>
    <w:rsid w:val="00455FF9"/>
    <w:rsid w:val="0045683C"/>
    <w:rsid w:val="00461DCC"/>
    <w:rsid w:val="00462150"/>
    <w:rsid w:val="00462DA3"/>
    <w:rsid w:val="004661A3"/>
    <w:rsid w:val="0046745B"/>
    <w:rsid w:val="00472D92"/>
    <w:rsid w:val="00474DE0"/>
    <w:rsid w:val="0048325D"/>
    <w:rsid w:val="004855D6"/>
    <w:rsid w:val="00486375"/>
    <w:rsid w:val="00487AF4"/>
    <w:rsid w:val="00490DFC"/>
    <w:rsid w:val="004939BE"/>
    <w:rsid w:val="00496B03"/>
    <w:rsid w:val="004A27DE"/>
    <w:rsid w:val="004A32B6"/>
    <w:rsid w:val="004A450C"/>
    <w:rsid w:val="004A4FD9"/>
    <w:rsid w:val="004A754B"/>
    <w:rsid w:val="004B2C0A"/>
    <w:rsid w:val="004B2E55"/>
    <w:rsid w:val="004B40DC"/>
    <w:rsid w:val="004C49ED"/>
    <w:rsid w:val="004C5E14"/>
    <w:rsid w:val="004C7C84"/>
    <w:rsid w:val="004D0EF1"/>
    <w:rsid w:val="004D1F62"/>
    <w:rsid w:val="004D3732"/>
    <w:rsid w:val="004D4658"/>
    <w:rsid w:val="004D6FD5"/>
    <w:rsid w:val="004E0A64"/>
    <w:rsid w:val="004E0D91"/>
    <w:rsid w:val="004E6A3B"/>
    <w:rsid w:val="004E7F00"/>
    <w:rsid w:val="004F16A8"/>
    <w:rsid w:val="004F2132"/>
    <w:rsid w:val="004F2D2C"/>
    <w:rsid w:val="004F422C"/>
    <w:rsid w:val="004F68F6"/>
    <w:rsid w:val="004F6FFA"/>
    <w:rsid w:val="00501683"/>
    <w:rsid w:val="00501BD9"/>
    <w:rsid w:val="005028BD"/>
    <w:rsid w:val="00502B6B"/>
    <w:rsid w:val="00503ED6"/>
    <w:rsid w:val="00505218"/>
    <w:rsid w:val="005071C9"/>
    <w:rsid w:val="00513AAD"/>
    <w:rsid w:val="005143DD"/>
    <w:rsid w:val="00515906"/>
    <w:rsid w:val="00515918"/>
    <w:rsid w:val="00516793"/>
    <w:rsid w:val="00517D92"/>
    <w:rsid w:val="005221AE"/>
    <w:rsid w:val="00524026"/>
    <w:rsid w:val="0052699A"/>
    <w:rsid w:val="005273C9"/>
    <w:rsid w:val="00531E9F"/>
    <w:rsid w:val="00532527"/>
    <w:rsid w:val="00534DED"/>
    <w:rsid w:val="00541CD1"/>
    <w:rsid w:val="00541CF9"/>
    <w:rsid w:val="00542037"/>
    <w:rsid w:val="00543129"/>
    <w:rsid w:val="00544421"/>
    <w:rsid w:val="0054448D"/>
    <w:rsid w:val="00547FD9"/>
    <w:rsid w:val="005507CF"/>
    <w:rsid w:val="00551423"/>
    <w:rsid w:val="0055170E"/>
    <w:rsid w:val="00552E34"/>
    <w:rsid w:val="00552EC7"/>
    <w:rsid w:val="00553A7C"/>
    <w:rsid w:val="005540C5"/>
    <w:rsid w:val="00556A8A"/>
    <w:rsid w:val="005627C0"/>
    <w:rsid w:val="00567A91"/>
    <w:rsid w:val="005722C1"/>
    <w:rsid w:val="00572EE1"/>
    <w:rsid w:val="00573105"/>
    <w:rsid w:val="005778EB"/>
    <w:rsid w:val="00577F83"/>
    <w:rsid w:val="00580696"/>
    <w:rsid w:val="00580718"/>
    <w:rsid w:val="0058321F"/>
    <w:rsid w:val="00584062"/>
    <w:rsid w:val="00585DF8"/>
    <w:rsid w:val="00590CF2"/>
    <w:rsid w:val="005923C7"/>
    <w:rsid w:val="005958B2"/>
    <w:rsid w:val="005965DE"/>
    <w:rsid w:val="005A4F8A"/>
    <w:rsid w:val="005B007D"/>
    <w:rsid w:val="005B1C22"/>
    <w:rsid w:val="005B24C1"/>
    <w:rsid w:val="005B2C69"/>
    <w:rsid w:val="005B581D"/>
    <w:rsid w:val="005B60F9"/>
    <w:rsid w:val="005C07B4"/>
    <w:rsid w:val="005C07B9"/>
    <w:rsid w:val="005C4B3C"/>
    <w:rsid w:val="005D0000"/>
    <w:rsid w:val="005D1A57"/>
    <w:rsid w:val="005D1B80"/>
    <w:rsid w:val="005E59E0"/>
    <w:rsid w:val="005E5DFF"/>
    <w:rsid w:val="005E613F"/>
    <w:rsid w:val="005E6CEA"/>
    <w:rsid w:val="005F2919"/>
    <w:rsid w:val="005F45A2"/>
    <w:rsid w:val="005F4FF3"/>
    <w:rsid w:val="005F59BC"/>
    <w:rsid w:val="005F5D0E"/>
    <w:rsid w:val="006000AE"/>
    <w:rsid w:val="0060047E"/>
    <w:rsid w:val="006005FD"/>
    <w:rsid w:val="00602994"/>
    <w:rsid w:val="0060428B"/>
    <w:rsid w:val="006054C9"/>
    <w:rsid w:val="00605F26"/>
    <w:rsid w:val="006069AE"/>
    <w:rsid w:val="00606B90"/>
    <w:rsid w:val="00606F9B"/>
    <w:rsid w:val="006114EF"/>
    <w:rsid w:val="0061396D"/>
    <w:rsid w:val="00613B04"/>
    <w:rsid w:val="00614192"/>
    <w:rsid w:val="00616FFB"/>
    <w:rsid w:val="006204D1"/>
    <w:rsid w:val="00621FC5"/>
    <w:rsid w:val="00622B3E"/>
    <w:rsid w:val="00623821"/>
    <w:rsid w:val="006247C7"/>
    <w:rsid w:val="00626D4C"/>
    <w:rsid w:val="00630B70"/>
    <w:rsid w:val="0063245A"/>
    <w:rsid w:val="00650EBD"/>
    <w:rsid w:val="00653E01"/>
    <w:rsid w:val="00657BE4"/>
    <w:rsid w:val="00666F42"/>
    <w:rsid w:val="00667D30"/>
    <w:rsid w:val="0067167B"/>
    <w:rsid w:val="00672DAA"/>
    <w:rsid w:val="00673402"/>
    <w:rsid w:val="006738AB"/>
    <w:rsid w:val="00682AAE"/>
    <w:rsid w:val="00683E39"/>
    <w:rsid w:val="00684D28"/>
    <w:rsid w:val="00685893"/>
    <w:rsid w:val="00686ECB"/>
    <w:rsid w:val="00691F1F"/>
    <w:rsid w:val="006928CF"/>
    <w:rsid w:val="00694FE6"/>
    <w:rsid w:val="006955CB"/>
    <w:rsid w:val="006959C9"/>
    <w:rsid w:val="006A00B3"/>
    <w:rsid w:val="006A01E2"/>
    <w:rsid w:val="006A0CE7"/>
    <w:rsid w:val="006A2577"/>
    <w:rsid w:val="006A32DD"/>
    <w:rsid w:val="006A3B1C"/>
    <w:rsid w:val="006A6E9D"/>
    <w:rsid w:val="006B132E"/>
    <w:rsid w:val="006B433A"/>
    <w:rsid w:val="006C1030"/>
    <w:rsid w:val="006C4D68"/>
    <w:rsid w:val="006C5DBB"/>
    <w:rsid w:val="006C63C9"/>
    <w:rsid w:val="006C63CB"/>
    <w:rsid w:val="006C795A"/>
    <w:rsid w:val="006D0A34"/>
    <w:rsid w:val="006D39FB"/>
    <w:rsid w:val="006D5B87"/>
    <w:rsid w:val="006E0688"/>
    <w:rsid w:val="006E11CD"/>
    <w:rsid w:val="006E3A5A"/>
    <w:rsid w:val="006E4D61"/>
    <w:rsid w:val="006E5854"/>
    <w:rsid w:val="006E5B4D"/>
    <w:rsid w:val="006F1568"/>
    <w:rsid w:val="006F1A02"/>
    <w:rsid w:val="006F4485"/>
    <w:rsid w:val="006F55D7"/>
    <w:rsid w:val="006F694A"/>
    <w:rsid w:val="006F741B"/>
    <w:rsid w:val="006F7FEF"/>
    <w:rsid w:val="007011BD"/>
    <w:rsid w:val="00701213"/>
    <w:rsid w:val="0070175B"/>
    <w:rsid w:val="00702E5C"/>
    <w:rsid w:val="00704960"/>
    <w:rsid w:val="0070536A"/>
    <w:rsid w:val="00705CE3"/>
    <w:rsid w:val="007062F4"/>
    <w:rsid w:val="00707F72"/>
    <w:rsid w:val="00711D59"/>
    <w:rsid w:val="0071213D"/>
    <w:rsid w:val="007121A9"/>
    <w:rsid w:val="0071242B"/>
    <w:rsid w:val="007127D1"/>
    <w:rsid w:val="007127D6"/>
    <w:rsid w:val="00713C45"/>
    <w:rsid w:val="0071588A"/>
    <w:rsid w:val="00715AEF"/>
    <w:rsid w:val="007173E9"/>
    <w:rsid w:val="00720FAA"/>
    <w:rsid w:val="00721F65"/>
    <w:rsid w:val="00724052"/>
    <w:rsid w:val="00724E6D"/>
    <w:rsid w:val="00732146"/>
    <w:rsid w:val="00732839"/>
    <w:rsid w:val="00733F99"/>
    <w:rsid w:val="00735D82"/>
    <w:rsid w:val="007364E7"/>
    <w:rsid w:val="0074187F"/>
    <w:rsid w:val="00742C7E"/>
    <w:rsid w:val="0074412F"/>
    <w:rsid w:val="0074421A"/>
    <w:rsid w:val="00747F43"/>
    <w:rsid w:val="00750A9A"/>
    <w:rsid w:val="00754410"/>
    <w:rsid w:val="007578B9"/>
    <w:rsid w:val="007578E8"/>
    <w:rsid w:val="00761B22"/>
    <w:rsid w:val="0076384A"/>
    <w:rsid w:val="00766556"/>
    <w:rsid w:val="007679AC"/>
    <w:rsid w:val="00770409"/>
    <w:rsid w:val="007707D9"/>
    <w:rsid w:val="007715F0"/>
    <w:rsid w:val="007759C0"/>
    <w:rsid w:val="007771BE"/>
    <w:rsid w:val="00781734"/>
    <w:rsid w:val="00784186"/>
    <w:rsid w:val="00785683"/>
    <w:rsid w:val="00786D98"/>
    <w:rsid w:val="00790A9E"/>
    <w:rsid w:val="00791937"/>
    <w:rsid w:val="00791A5D"/>
    <w:rsid w:val="00792EF5"/>
    <w:rsid w:val="007932D8"/>
    <w:rsid w:val="00794A07"/>
    <w:rsid w:val="007A26C4"/>
    <w:rsid w:val="007A2FB4"/>
    <w:rsid w:val="007A527D"/>
    <w:rsid w:val="007A5D5D"/>
    <w:rsid w:val="007A770E"/>
    <w:rsid w:val="007B1EB9"/>
    <w:rsid w:val="007B4DB1"/>
    <w:rsid w:val="007B68EF"/>
    <w:rsid w:val="007B6D2E"/>
    <w:rsid w:val="007C767B"/>
    <w:rsid w:val="007C79D4"/>
    <w:rsid w:val="007D1F56"/>
    <w:rsid w:val="007D3121"/>
    <w:rsid w:val="007D31CE"/>
    <w:rsid w:val="007D4030"/>
    <w:rsid w:val="007D46E4"/>
    <w:rsid w:val="007D6AFB"/>
    <w:rsid w:val="007D7C7C"/>
    <w:rsid w:val="007D7F4A"/>
    <w:rsid w:val="007E031D"/>
    <w:rsid w:val="007E45D2"/>
    <w:rsid w:val="007E5DC6"/>
    <w:rsid w:val="007F047A"/>
    <w:rsid w:val="007F1189"/>
    <w:rsid w:val="007F54E8"/>
    <w:rsid w:val="007F6BB7"/>
    <w:rsid w:val="0080057A"/>
    <w:rsid w:val="00800DB0"/>
    <w:rsid w:val="00801BA6"/>
    <w:rsid w:val="00802BAE"/>
    <w:rsid w:val="00802C4B"/>
    <w:rsid w:val="00802C61"/>
    <w:rsid w:val="00804127"/>
    <w:rsid w:val="008046FF"/>
    <w:rsid w:val="008049A1"/>
    <w:rsid w:val="00806E9E"/>
    <w:rsid w:val="00807B59"/>
    <w:rsid w:val="00813522"/>
    <w:rsid w:val="008137F6"/>
    <w:rsid w:val="00814701"/>
    <w:rsid w:val="00815DF3"/>
    <w:rsid w:val="0081784D"/>
    <w:rsid w:val="00817B77"/>
    <w:rsid w:val="00817EA8"/>
    <w:rsid w:val="008213AF"/>
    <w:rsid w:val="0082328B"/>
    <w:rsid w:val="00824F77"/>
    <w:rsid w:val="0082559A"/>
    <w:rsid w:val="00825698"/>
    <w:rsid w:val="00826515"/>
    <w:rsid w:val="00832B43"/>
    <w:rsid w:val="00832CAF"/>
    <w:rsid w:val="00832FAD"/>
    <w:rsid w:val="00834C12"/>
    <w:rsid w:val="00836622"/>
    <w:rsid w:val="00837056"/>
    <w:rsid w:val="00837629"/>
    <w:rsid w:val="00843F45"/>
    <w:rsid w:val="0084442B"/>
    <w:rsid w:val="0084507F"/>
    <w:rsid w:val="008457B3"/>
    <w:rsid w:val="00846B2F"/>
    <w:rsid w:val="008472F5"/>
    <w:rsid w:val="00847C6B"/>
    <w:rsid w:val="008507E9"/>
    <w:rsid w:val="00852044"/>
    <w:rsid w:val="00854BDA"/>
    <w:rsid w:val="00854ED7"/>
    <w:rsid w:val="0085740D"/>
    <w:rsid w:val="0086213D"/>
    <w:rsid w:val="0086606D"/>
    <w:rsid w:val="0086760B"/>
    <w:rsid w:val="008702F0"/>
    <w:rsid w:val="00871AC3"/>
    <w:rsid w:val="008743D8"/>
    <w:rsid w:val="008767BF"/>
    <w:rsid w:val="0088052F"/>
    <w:rsid w:val="008864DE"/>
    <w:rsid w:val="00894D3A"/>
    <w:rsid w:val="00897ECE"/>
    <w:rsid w:val="008A2A74"/>
    <w:rsid w:val="008B1CBE"/>
    <w:rsid w:val="008B2990"/>
    <w:rsid w:val="008B3B21"/>
    <w:rsid w:val="008B3FE0"/>
    <w:rsid w:val="008B5B03"/>
    <w:rsid w:val="008B6297"/>
    <w:rsid w:val="008B6640"/>
    <w:rsid w:val="008C250E"/>
    <w:rsid w:val="008C352C"/>
    <w:rsid w:val="008C35F3"/>
    <w:rsid w:val="008C46AA"/>
    <w:rsid w:val="008C4A43"/>
    <w:rsid w:val="008C6253"/>
    <w:rsid w:val="008C6530"/>
    <w:rsid w:val="008D0842"/>
    <w:rsid w:val="008D162B"/>
    <w:rsid w:val="008D16EC"/>
    <w:rsid w:val="008D1F0A"/>
    <w:rsid w:val="008D2BDB"/>
    <w:rsid w:val="008D479E"/>
    <w:rsid w:val="008D5E51"/>
    <w:rsid w:val="008D695B"/>
    <w:rsid w:val="008D7F24"/>
    <w:rsid w:val="008E0C80"/>
    <w:rsid w:val="008E373C"/>
    <w:rsid w:val="008E4BA5"/>
    <w:rsid w:val="008E60C0"/>
    <w:rsid w:val="008E7E00"/>
    <w:rsid w:val="008F6D39"/>
    <w:rsid w:val="008F7364"/>
    <w:rsid w:val="00900DD3"/>
    <w:rsid w:val="00901A09"/>
    <w:rsid w:val="0090471F"/>
    <w:rsid w:val="00907745"/>
    <w:rsid w:val="009128F0"/>
    <w:rsid w:val="00913A54"/>
    <w:rsid w:val="00916F35"/>
    <w:rsid w:val="00917F28"/>
    <w:rsid w:val="0092091F"/>
    <w:rsid w:val="009255DE"/>
    <w:rsid w:val="0092747E"/>
    <w:rsid w:val="00927544"/>
    <w:rsid w:val="0092764A"/>
    <w:rsid w:val="009301A0"/>
    <w:rsid w:val="009331D4"/>
    <w:rsid w:val="0093709C"/>
    <w:rsid w:val="00937828"/>
    <w:rsid w:val="00937B30"/>
    <w:rsid w:val="00937E1E"/>
    <w:rsid w:val="00940531"/>
    <w:rsid w:val="00942F38"/>
    <w:rsid w:val="00945F7B"/>
    <w:rsid w:val="00950064"/>
    <w:rsid w:val="009537DB"/>
    <w:rsid w:val="009563E6"/>
    <w:rsid w:val="00961AFC"/>
    <w:rsid w:val="00963F89"/>
    <w:rsid w:val="009653F2"/>
    <w:rsid w:val="00970E92"/>
    <w:rsid w:val="009711F7"/>
    <w:rsid w:val="00971319"/>
    <w:rsid w:val="009719EF"/>
    <w:rsid w:val="00972826"/>
    <w:rsid w:val="00972A07"/>
    <w:rsid w:val="00972F1D"/>
    <w:rsid w:val="009731C9"/>
    <w:rsid w:val="009757B0"/>
    <w:rsid w:val="00976971"/>
    <w:rsid w:val="009800F4"/>
    <w:rsid w:val="00980D70"/>
    <w:rsid w:val="00985361"/>
    <w:rsid w:val="00985EC7"/>
    <w:rsid w:val="009906B7"/>
    <w:rsid w:val="0099164D"/>
    <w:rsid w:val="00992802"/>
    <w:rsid w:val="00994D2C"/>
    <w:rsid w:val="009A0869"/>
    <w:rsid w:val="009A088B"/>
    <w:rsid w:val="009A3DEF"/>
    <w:rsid w:val="009A454A"/>
    <w:rsid w:val="009A4DD0"/>
    <w:rsid w:val="009A5161"/>
    <w:rsid w:val="009A5847"/>
    <w:rsid w:val="009B1BA5"/>
    <w:rsid w:val="009B245B"/>
    <w:rsid w:val="009B2DA8"/>
    <w:rsid w:val="009B4459"/>
    <w:rsid w:val="009B5B72"/>
    <w:rsid w:val="009B5EFF"/>
    <w:rsid w:val="009B688B"/>
    <w:rsid w:val="009B74AB"/>
    <w:rsid w:val="009B7B2F"/>
    <w:rsid w:val="009C2A1A"/>
    <w:rsid w:val="009C2A35"/>
    <w:rsid w:val="009D1D76"/>
    <w:rsid w:val="009D3E73"/>
    <w:rsid w:val="009D3F4F"/>
    <w:rsid w:val="009D4635"/>
    <w:rsid w:val="009D5981"/>
    <w:rsid w:val="009D7693"/>
    <w:rsid w:val="009D7D33"/>
    <w:rsid w:val="009E4CB7"/>
    <w:rsid w:val="009E6CE4"/>
    <w:rsid w:val="009E730F"/>
    <w:rsid w:val="009F0B38"/>
    <w:rsid w:val="009F1D5F"/>
    <w:rsid w:val="009F25B6"/>
    <w:rsid w:val="009F4977"/>
    <w:rsid w:val="009F50F4"/>
    <w:rsid w:val="009F559F"/>
    <w:rsid w:val="009F5C08"/>
    <w:rsid w:val="00A01AAF"/>
    <w:rsid w:val="00A04AEC"/>
    <w:rsid w:val="00A05515"/>
    <w:rsid w:val="00A131C3"/>
    <w:rsid w:val="00A1608F"/>
    <w:rsid w:val="00A16548"/>
    <w:rsid w:val="00A24302"/>
    <w:rsid w:val="00A24F23"/>
    <w:rsid w:val="00A26375"/>
    <w:rsid w:val="00A2697F"/>
    <w:rsid w:val="00A26A57"/>
    <w:rsid w:val="00A3032A"/>
    <w:rsid w:val="00A36C1B"/>
    <w:rsid w:val="00A40127"/>
    <w:rsid w:val="00A403A2"/>
    <w:rsid w:val="00A403BF"/>
    <w:rsid w:val="00A448D9"/>
    <w:rsid w:val="00A44AF8"/>
    <w:rsid w:val="00A44D35"/>
    <w:rsid w:val="00A45B8C"/>
    <w:rsid w:val="00A45E45"/>
    <w:rsid w:val="00A469BE"/>
    <w:rsid w:val="00A50C2B"/>
    <w:rsid w:val="00A525A6"/>
    <w:rsid w:val="00A53804"/>
    <w:rsid w:val="00A53D93"/>
    <w:rsid w:val="00A5511B"/>
    <w:rsid w:val="00A56CCC"/>
    <w:rsid w:val="00A57AEE"/>
    <w:rsid w:val="00A6243F"/>
    <w:rsid w:val="00A6414B"/>
    <w:rsid w:val="00A64D54"/>
    <w:rsid w:val="00A678B4"/>
    <w:rsid w:val="00A703C8"/>
    <w:rsid w:val="00A71C8F"/>
    <w:rsid w:val="00A72894"/>
    <w:rsid w:val="00A7386C"/>
    <w:rsid w:val="00A73BA0"/>
    <w:rsid w:val="00A75356"/>
    <w:rsid w:val="00A81CDA"/>
    <w:rsid w:val="00A82B28"/>
    <w:rsid w:val="00A83143"/>
    <w:rsid w:val="00A848BE"/>
    <w:rsid w:val="00A84F02"/>
    <w:rsid w:val="00A850A1"/>
    <w:rsid w:val="00A861B7"/>
    <w:rsid w:val="00A87E62"/>
    <w:rsid w:val="00A94BC2"/>
    <w:rsid w:val="00A94EB0"/>
    <w:rsid w:val="00A972EB"/>
    <w:rsid w:val="00A97636"/>
    <w:rsid w:val="00A97EC2"/>
    <w:rsid w:val="00AA0C47"/>
    <w:rsid w:val="00AA20B7"/>
    <w:rsid w:val="00AA7D3D"/>
    <w:rsid w:val="00AB2A4B"/>
    <w:rsid w:val="00AB5BDE"/>
    <w:rsid w:val="00AB718D"/>
    <w:rsid w:val="00AB7365"/>
    <w:rsid w:val="00AC7A5C"/>
    <w:rsid w:val="00AD0228"/>
    <w:rsid w:val="00AD0EF5"/>
    <w:rsid w:val="00AD397A"/>
    <w:rsid w:val="00AD414F"/>
    <w:rsid w:val="00AD6661"/>
    <w:rsid w:val="00AD6894"/>
    <w:rsid w:val="00AD70BC"/>
    <w:rsid w:val="00AD70EE"/>
    <w:rsid w:val="00AD7A05"/>
    <w:rsid w:val="00AE0475"/>
    <w:rsid w:val="00AE14EC"/>
    <w:rsid w:val="00AE26B2"/>
    <w:rsid w:val="00AE2E68"/>
    <w:rsid w:val="00AE3CFA"/>
    <w:rsid w:val="00AE51A8"/>
    <w:rsid w:val="00AE5CB8"/>
    <w:rsid w:val="00AE757F"/>
    <w:rsid w:val="00AF264D"/>
    <w:rsid w:val="00AF4BCE"/>
    <w:rsid w:val="00B00699"/>
    <w:rsid w:val="00B03346"/>
    <w:rsid w:val="00B04368"/>
    <w:rsid w:val="00B0638C"/>
    <w:rsid w:val="00B11521"/>
    <w:rsid w:val="00B12C1D"/>
    <w:rsid w:val="00B136A5"/>
    <w:rsid w:val="00B14959"/>
    <w:rsid w:val="00B14D56"/>
    <w:rsid w:val="00B15A60"/>
    <w:rsid w:val="00B22AED"/>
    <w:rsid w:val="00B2381F"/>
    <w:rsid w:val="00B25462"/>
    <w:rsid w:val="00B262CA"/>
    <w:rsid w:val="00B262DE"/>
    <w:rsid w:val="00B31815"/>
    <w:rsid w:val="00B31937"/>
    <w:rsid w:val="00B355E6"/>
    <w:rsid w:val="00B36344"/>
    <w:rsid w:val="00B41589"/>
    <w:rsid w:val="00B44FE0"/>
    <w:rsid w:val="00B45202"/>
    <w:rsid w:val="00B51224"/>
    <w:rsid w:val="00B529DB"/>
    <w:rsid w:val="00B52F57"/>
    <w:rsid w:val="00B545C9"/>
    <w:rsid w:val="00B5521D"/>
    <w:rsid w:val="00B55B6C"/>
    <w:rsid w:val="00B55C7A"/>
    <w:rsid w:val="00B60027"/>
    <w:rsid w:val="00B70966"/>
    <w:rsid w:val="00B711F4"/>
    <w:rsid w:val="00B765BB"/>
    <w:rsid w:val="00B779C9"/>
    <w:rsid w:val="00B81638"/>
    <w:rsid w:val="00B834DC"/>
    <w:rsid w:val="00B83D82"/>
    <w:rsid w:val="00B85745"/>
    <w:rsid w:val="00B8594D"/>
    <w:rsid w:val="00B8621C"/>
    <w:rsid w:val="00B8669E"/>
    <w:rsid w:val="00B9585A"/>
    <w:rsid w:val="00B95BE9"/>
    <w:rsid w:val="00B96065"/>
    <w:rsid w:val="00BA10A5"/>
    <w:rsid w:val="00BB0B12"/>
    <w:rsid w:val="00BB1CAA"/>
    <w:rsid w:val="00BB1CE5"/>
    <w:rsid w:val="00BB3181"/>
    <w:rsid w:val="00BB4FFA"/>
    <w:rsid w:val="00BC0540"/>
    <w:rsid w:val="00BC06B5"/>
    <w:rsid w:val="00BC1A55"/>
    <w:rsid w:val="00BC2130"/>
    <w:rsid w:val="00BC27CF"/>
    <w:rsid w:val="00BC7714"/>
    <w:rsid w:val="00BD2BF6"/>
    <w:rsid w:val="00BD2E3A"/>
    <w:rsid w:val="00BD4E8B"/>
    <w:rsid w:val="00BD7F0C"/>
    <w:rsid w:val="00BE1515"/>
    <w:rsid w:val="00BE6536"/>
    <w:rsid w:val="00BE6BE8"/>
    <w:rsid w:val="00BF01A2"/>
    <w:rsid w:val="00BF12C2"/>
    <w:rsid w:val="00BF1564"/>
    <w:rsid w:val="00BF496B"/>
    <w:rsid w:val="00BF5C21"/>
    <w:rsid w:val="00BF6794"/>
    <w:rsid w:val="00C00055"/>
    <w:rsid w:val="00C00BEE"/>
    <w:rsid w:val="00C03A03"/>
    <w:rsid w:val="00C04DF1"/>
    <w:rsid w:val="00C0629E"/>
    <w:rsid w:val="00C1365C"/>
    <w:rsid w:val="00C1375C"/>
    <w:rsid w:val="00C13B7E"/>
    <w:rsid w:val="00C1435E"/>
    <w:rsid w:val="00C14B47"/>
    <w:rsid w:val="00C15178"/>
    <w:rsid w:val="00C17421"/>
    <w:rsid w:val="00C227E4"/>
    <w:rsid w:val="00C22968"/>
    <w:rsid w:val="00C22F83"/>
    <w:rsid w:val="00C237B0"/>
    <w:rsid w:val="00C24ADB"/>
    <w:rsid w:val="00C25983"/>
    <w:rsid w:val="00C26155"/>
    <w:rsid w:val="00C2657E"/>
    <w:rsid w:val="00C30604"/>
    <w:rsid w:val="00C31371"/>
    <w:rsid w:val="00C31CA2"/>
    <w:rsid w:val="00C32211"/>
    <w:rsid w:val="00C33630"/>
    <w:rsid w:val="00C336B6"/>
    <w:rsid w:val="00C35A82"/>
    <w:rsid w:val="00C370A1"/>
    <w:rsid w:val="00C406A4"/>
    <w:rsid w:val="00C4152F"/>
    <w:rsid w:val="00C43AC6"/>
    <w:rsid w:val="00C43F8D"/>
    <w:rsid w:val="00C4488D"/>
    <w:rsid w:val="00C465CE"/>
    <w:rsid w:val="00C46942"/>
    <w:rsid w:val="00C46D8D"/>
    <w:rsid w:val="00C4738E"/>
    <w:rsid w:val="00C51549"/>
    <w:rsid w:val="00C521EE"/>
    <w:rsid w:val="00C5390F"/>
    <w:rsid w:val="00C56C92"/>
    <w:rsid w:val="00C5713C"/>
    <w:rsid w:val="00C57EE3"/>
    <w:rsid w:val="00C60DAE"/>
    <w:rsid w:val="00C63840"/>
    <w:rsid w:val="00C653DA"/>
    <w:rsid w:val="00C6626F"/>
    <w:rsid w:val="00C71371"/>
    <w:rsid w:val="00C7454B"/>
    <w:rsid w:val="00C75749"/>
    <w:rsid w:val="00C772CC"/>
    <w:rsid w:val="00C82661"/>
    <w:rsid w:val="00C82C9C"/>
    <w:rsid w:val="00C858B1"/>
    <w:rsid w:val="00C872DD"/>
    <w:rsid w:val="00C90F32"/>
    <w:rsid w:val="00CA1021"/>
    <w:rsid w:val="00CA5DF7"/>
    <w:rsid w:val="00CA649D"/>
    <w:rsid w:val="00CA6C5A"/>
    <w:rsid w:val="00CB10C1"/>
    <w:rsid w:val="00CB1204"/>
    <w:rsid w:val="00CB1CB6"/>
    <w:rsid w:val="00CB2D3E"/>
    <w:rsid w:val="00CB5BD5"/>
    <w:rsid w:val="00CC00DA"/>
    <w:rsid w:val="00CC0801"/>
    <w:rsid w:val="00CC261E"/>
    <w:rsid w:val="00CC304A"/>
    <w:rsid w:val="00CC36A8"/>
    <w:rsid w:val="00CC3F5E"/>
    <w:rsid w:val="00CC45E4"/>
    <w:rsid w:val="00CC7F24"/>
    <w:rsid w:val="00CD0F5F"/>
    <w:rsid w:val="00CD7327"/>
    <w:rsid w:val="00CE51AF"/>
    <w:rsid w:val="00CE5337"/>
    <w:rsid w:val="00CE707E"/>
    <w:rsid w:val="00CE713A"/>
    <w:rsid w:val="00CF0E9A"/>
    <w:rsid w:val="00CF0EE6"/>
    <w:rsid w:val="00CF31A2"/>
    <w:rsid w:val="00CF5456"/>
    <w:rsid w:val="00CF5C06"/>
    <w:rsid w:val="00CF6273"/>
    <w:rsid w:val="00D00A00"/>
    <w:rsid w:val="00D024F6"/>
    <w:rsid w:val="00D03367"/>
    <w:rsid w:val="00D03AD8"/>
    <w:rsid w:val="00D03F71"/>
    <w:rsid w:val="00D0628D"/>
    <w:rsid w:val="00D07900"/>
    <w:rsid w:val="00D1334F"/>
    <w:rsid w:val="00D1463A"/>
    <w:rsid w:val="00D21122"/>
    <w:rsid w:val="00D229FE"/>
    <w:rsid w:val="00D23453"/>
    <w:rsid w:val="00D23BBC"/>
    <w:rsid w:val="00D23FF3"/>
    <w:rsid w:val="00D24AA6"/>
    <w:rsid w:val="00D24B44"/>
    <w:rsid w:val="00D27BD7"/>
    <w:rsid w:val="00D311CD"/>
    <w:rsid w:val="00D32341"/>
    <w:rsid w:val="00D32AFE"/>
    <w:rsid w:val="00D342BA"/>
    <w:rsid w:val="00D40C11"/>
    <w:rsid w:val="00D47514"/>
    <w:rsid w:val="00D4751D"/>
    <w:rsid w:val="00D47802"/>
    <w:rsid w:val="00D47DDF"/>
    <w:rsid w:val="00D502A9"/>
    <w:rsid w:val="00D514F8"/>
    <w:rsid w:val="00D523B8"/>
    <w:rsid w:val="00D52E25"/>
    <w:rsid w:val="00D5586E"/>
    <w:rsid w:val="00D55BFE"/>
    <w:rsid w:val="00D62D7D"/>
    <w:rsid w:val="00D64DBD"/>
    <w:rsid w:val="00D721EE"/>
    <w:rsid w:val="00D73D71"/>
    <w:rsid w:val="00D747C2"/>
    <w:rsid w:val="00D74B99"/>
    <w:rsid w:val="00D76ECD"/>
    <w:rsid w:val="00D803B9"/>
    <w:rsid w:val="00D840CA"/>
    <w:rsid w:val="00D841FE"/>
    <w:rsid w:val="00D85143"/>
    <w:rsid w:val="00D87EF9"/>
    <w:rsid w:val="00D94C60"/>
    <w:rsid w:val="00DA129F"/>
    <w:rsid w:val="00DA3CC1"/>
    <w:rsid w:val="00DA4494"/>
    <w:rsid w:val="00DA4D14"/>
    <w:rsid w:val="00DA622C"/>
    <w:rsid w:val="00DA78FA"/>
    <w:rsid w:val="00DA7EBA"/>
    <w:rsid w:val="00DB06A6"/>
    <w:rsid w:val="00DB07B9"/>
    <w:rsid w:val="00DB0B2A"/>
    <w:rsid w:val="00DB478E"/>
    <w:rsid w:val="00DB5898"/>
    <w:rsid w:val="00DB5C1C"/>
    <w:rsid w:val="00DB656A"/>
    <w:rsid w:val="00DB7624"/>
    <w:rsid w:val="00DC04B6"/>
    <w:rsid w:val="00DC329E"/>
    <w:rsid w:val="00DC5F2F"/>
    <w:rsid w:val="00DD0F66"/>
    <w:rsid w:val="00DD1790"/>
    <w:rsid w:val="00DD36E4"/>
    <w:rsid w:val="00DD619F"/>
    <w:rsid w:val="00DD7DA0"/>
    <w:rsid w:val="00DE0A93"/>
    <w:rsid w:val="00DE1F6C"/>
    <w:rsid w:val="00DE238D"/>
    <w:rsid w:val="00DE6D44"/>
    <w:rsid w:val="00DF0E0C"/>
    <w:rsid w:val="00DF5A2E"/>
    <w:rsid w:val="00E01409"/>
    <w:rsid w:val="00E0255C"/>
    <w:rsid w:val="00E0545D"/>
    <w:rsid w:val="00E05B68"/>
    <w:rsid w:val="00E1101E"/>
    <w:rsid w:val="00E14709"/>
    <w:rsid w:val="00E1673A"/>
    <w:rsid w:val="00E16E72"/>
    <w:rsid w:val="00E206F4"/>
    <w:rsid w:val="00E237E7"/>
    <w:rsid w:val="00E23E3D"/>
    <w:rsid w:val="00E254F9"/>
    <w:rsid w:val="00E25B36"/>
    <w:rsid w:val="00E26D65"/>
    <w:rsid w:val="00E303B8"/>
    <w:rsid w:val="00E30A37"/>
    <w:rsid w:val="00E30BFF"/>
    <w:rsid w:val="00E31231"/>
    <w:rsid w:val="00E323A0"/>
    <w:rsid w:val="00E32D5A"/>
    <w:rsid w:val="00E33CD3"/>
    <w:rsid w:val="00E35394"/>
    <w:rsid w:val="00E3677C"/>
    <w:rsid w:val="00E36789"/>
    <w:rsid w:val="00E42164"/>
    <w:rsid w:val="00E42AC7"/>
    <w:rsid w:val="00E46A1A"/>
    <w:rsid w:val="00E52891"/>
    <w:rsid w:val="00E53857"/>
    <w:rsid w:val="00E6023F"/>
    <w:rsid w:val="00E609C1"/>
    <w:rsid w:val="00E61F4C"/>
    <w:rsid w:val="00E62BCA"/>
    <w:rsid w:val="00E660BB"/>
    <w:rsid w:val="00E66A27"/>
    <w:rsid w:val="00E66A2E"/>
    <w:rsid w:val="00E7777D"/>
    <w:rsid w:val="00E81768"/>
    <w:rsid w:val="00E84F32"/>
    <w:rsid w:val="00E90352"/>
    <w:rsid w:val="00E93194"/>
    <w:rsid w:val="00E9635B"/>
    <w:rsid w:val="00E973CC"/>
    <w:rsid w:val="00E97E93"/>
    <w:rsid w:val="00EA30A5"/>
    <w:rsid w:val="00EA5F31"/>
    <w:rsid w:val="00EA7175"/>
    <w:rsid w:val="00EB1094"/>
    <w:rsid w:val="00EB24C2"/>
    <w:rsid w:val="00EB2EF7"/>
    <w:rsid w:val="00EB31F2"/>
    <w:rsid w:val="00EB55FE"/>
    <w:rsid w:val="00EB5E3C"/>
    <w:rsid w:val="00EC092C"/>
    <w:rsid w:val="00ED2787"/>
    <w:rsid w:val="00ED4199"/>
    <w:rsid w:val="00ED5E75"/>
    <w:rsid w:val="00ED5F97"/>
    <w:rsid w:val="00EE4EB7"/>
    <w:rsid w:val="00EE6055"/>
    <w:rsid w:val="00EE615F"/>
    <w:rsid w:val="00EE6AF7"/>
    <w:rsid w:val="00EF10DF"/>
    <w:rsid w:val="00EF1636"/>
    <w:rsid w:val="00EF6196"/>
    <w:rsid w:val="00EF64AC"/>
    <w:rsid w:val="00EF6C7E"/>
    <w:rsid w:val="00F0120B"/>
    <w:rsid w:val="00F0120D"/>
    <w:rsid w:val="00F034B1"/>
    <w:rsid w:val="00F0395C"/>
    <w:rsid w:val="00F06F86"/>
    <w:rsid w:val="00F15149"/>
    <w:rsid w:val="00F15501"/>
    <w:rsid w:val="00F15EEB"/>
    <w:rsid w:val="00F17DFE"/>
    <w:rsid w:val="00F239D1"/>
    <w:rsid w:val="00F23FF9"/>
    <w:rsid w:val="00F26663"/>
    <w:rsid w:val="00F27A27"/>
    <w:rsid w:val="00F27F9F"/>
    <w:rsid w:val="00F30C8A"/>
    <w:rsid w:val="00F33C2E"/>
    <w:rsid w:val="00F3420C"/>
    <w:rsid w:val="00F35801"/>
    <w:rsid w:val="00F36765"/>
    <w:rsid w:val="00F36FB8"/>
    <w:rsid w:val="00F37125"/>
    <w:rsid w:val="00F3742E"/>
    <w:rsid w:val="00F41862"/>
    <w:rsid w:val="00F44669"/>
    <w:rsid w:val="00F50CA5"/>
    <w:rsid w:val="00F52820"/>
    <w:rsid w:val="00F5724A"/>
    <w:rsid w:val="00F6081E"/>
    <w:rsid w:val="00F608B4"/>
    <w:rsid w:val="00F61486"/>
    <w:rsid w:val="00F617E7"/>
    <w:rsid w:val="00F62F80"/>
    <w:rsid w:val="00F63082"/>
    <w:rsid w:val="00F659BA"/>
    <w:rsid w:val="00F66AD9"/>
    <w:rsid w:val="00F70B9E"/>
    <w:rsid w:val="00F72861"/>
    <w:rsid w:val="00F735CE"/>
    <w:rsid w:val="00F761D8"/>
    <w:rsid w:val="00F77CE5"/>
    <w:rsid w:val="00F833FC"/>
    <w:rsid w:val="00F834DE"/>
    <w:rsid w:val="00F8629B"/>
    <w:rsid w:val="00F94455"/>
    <w:rsid w:val="00F944B3"/>
    <w:rsid w:val="00F94E38"/>
    <w:rsid w:val="00F95E7E"/>
    <w:rsid w:val="00FA0C93"/>
    <w:rsid w:val="00FA2FBE"/>
    <w:rsid w:val="00FA479C"/>
    <w:rsid w:val="00FA5818"/>
    <w:rsid w:val="00FA5AF0"/>
    <w:rsid w:val="00FB2A6D"/>
    <w:rsid w:val="00FB4507"/>
    <w:rsid w:val="00FB450E"/>
    <w:rsid w:val="00FB6571"/>
    <w:rsid w:val="00FB766E"/>
    <w:rsid w:val="00FC7C94"/>
    <w:rsid w:val="00FD1E57"/>
    <w:rsid w:val="00FD2F2E"/>
    <w:rsid w:val="00FD41AD"/>
    <w:rsid w:val="00FE642A"/>
    <w:rsid w:val="00FE69F5"/>
    <w:rsid w:val="00FE6F0A"/>
    <w:rsid w:val="00FE7248"/>
    <w:rsid w:val="00FF04CE"/>
    <w:rsid w:val="00FF09EE"/>
    <w:rsid w:val="00FF1C71"/>
    <w:rsid w:val="00FF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0030016"/>
  <w15:docId w15:val="{5479D25D-3081-483E-B7B2-82D441DFE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9128F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9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2</Pages>
  <Words>310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Matze</cp:lastModifiedBy>
  <cp:revision>105</cp:revision>
  <cp:lastPrinted>2017-05-17T13:05:00Z</cp:lastPrinted>
  <dcterms:created xsi:type="dcterms:W3CDTF">2017-05-31T10:56:00Z</dcterms:created>
  <dcterms:modified xsi:type="dcterms:W3CDTF">2017-06-14T11:08:00Z</dcterms:modified>
</cp:coreProperties>
</file>